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4A6F" w:rsidRPr="00F24A6F" w:rsidRDefault="00F24A6F" w:rsidP="00F24A6F">
      <w:pPr>
        <w:spacing w:after="240" w:line="360" w:lineRule="atLeast"/>
        <w:jc w:val="both"/>
        <w:rPr>
          <w:rFonts w:ascii="Arial" w:eastAsia="Times New Roman" w:hAnsi="Arial" w:cs="Arial"/>
          <w:b/>
          <w:bCs/>
        </w:rPr>
      </w:pPr>
      <w:r w:rsidRPr="00F24A6F">
        <w:rPr>
          <w:rFonts w:ascii="Arial" w:eastAsia="Times New Roman" w:hAnsi="Arial" w:cs="Arial"/>
          <w:b/>
          <w:bCs/>
        </w:rPr>
        <w:t>ABUS GAMECHANGER 2.0 – Faster forward door verbeterde aerodynamica</w:t>
      </w:r>
    </w:p>
    <w:p w:rsidR="00F24A6F" w:rsidRPr="00F24A6F" w:rsidRDefault="00F24A6F" w:rsidP="00F24A6F">
      <w:pPr>
        <w:spacing w:after="240" w:line="360" w:lineRule="atLeast"/>
        <w:jc w:val="both"/>
        <w:rPr>
          <w:rFonts w:ascii="Arial" w:eastAsia="Times New Roman" w:hAnsi="Arial" w:cs="Arial"/>
          <w:b/>
          <w:bCs/>
          <w:lang w:val="nl-NL"/>
        </w:rPr>
      </w:pPr>
      <w:r w:rsidRPr="00F24A6F">
        <w:rPr>
          <w:rFonts w:ascii="Arial" w:eastAsia="Times New Roman" w:hAnsi="Arial" w:cs="Arial"/>
          <w:b/>
          <w:bCs/>
          <w:lang w:val="nl-NL"/>
        </w:rPr>
        <w:t xml:space="preserve">Wetter/Ruhr, </w:t>
      </w:r>
      <w:r>
        <w:rPr>
          <w:rFonts w:ascii="Arial" w:eastAsia="Times New Roman" w:hAnsi="Arial" w:cs="Arial"/>
          <w:b/>
          <w:bCs/>
          <w:lang w:val="nl-NL"/>
        </w:rPr>
        <w:t>21</w:t>
      </w:r>
      <w:r w:rsidRPr="00F24A6F">
        <w:rPr>
          <w:rFonts w:ascii="Arial" w:eastAsia="Times New Roman" w:hAnsi="Arial" w:cs="Arial"/>
          <w:b/>
          <w:bCs/>
          <w:lang w:val="nl-NL"/>
        </w:rPr>
        <w:t xml:space="preserve"> juni 2023 – De nieuwe ABUS GameChanger 2.0 is de ultieme, aerodynamische helm voor professionele wielrenners, triatleten en andere ambitieuze atleten die alleen genoegen nemen met de snelste uitrusting. De GameChanger 1.0 is, als onderdeel van de</w:t>
      </w:r>
      <w:r w:rsidRPr="00F24A6F">
        <w:rPr>
          <w:rFonts w:ascii="Arial" w:eastAsia="Times New Roman" w:hAnsi="Arial" w:cs="Arial"/>
          <w:b/>
          <w:bCs/>
          <w:i/>
          <w:iCs/>
          <w:lang w:val="nl-NL"/>
        </w:rPr>
        <w:t> </w:t>
      </w:r>
      <w:r w:rsidRPr="00F24A6F">
        <w:rPr>
          <w:rFonts w:ascii="Arial" w:eastAsia="Times New Roman" w:hAnsi="Arial" w:cs="Arial"/>
          <w:b/>
          <w:bCs/>
          <w:lang w:val="nl-NL"/>
        </w:rPr>
        <w:t xml:space="preserve">ABUS performance helmenlijn, inmiddels een begrip op het gebied van aerodynamica. Hij heeft zich bewezen als aerodynamische tophelm in de grootste races ter wereld, van de </w:t>
      </w:r>
      <w:r w:rsidRPr="00F24A6F">
        <w:rPr>
          <w:rFonts w:ascii="Arial" w:eastAsia="Times New Roman" w:hAnsi="Arial" w:cs="Arial"/>
          <w:b/>
          <w:bCs/>
          <w:i/>
          <w:iCs/>
          <w:lang w:val="nl-NL"/>
        </w:rPr>
        <w:t>Tour de France</w:t>
      </w:r>
      <w:r w:rsidRPr="00F24A6F">
        <w:rPr>
          <w:rFonts w:ascii="Arial" w:eastAsia="Times New Roman" w:hAnsi="Arial" w:cs="Arial"/>
          <w:b/>
          <w:bCs/>
          <w:lang w:val="nl-NL"/>
        </w:rPr>
        <w:t xml:space="preserve"> tot de </w:t>
      </w:r>
      <w:r w:rsidRPr="00F24A6F">
        <w:rPr>
          <w:rFonts w:ascii="Arial" w:eastAsia="Times New Roman" w:hAnsi="Arial" w:cs="Arial"/>
          <w:b/>
          <w:bCs/>
          <w:i/>
          <w:iCs/>
          <w:lang w:val="nl-NL"/>
        </w:rPr>
        <w:t>Giro d’Italia</w:t>
      </w:r>
      <w:r w:rsidRPr="00F24A6F">
        <w:rPr>
          <w:rFonts w:ascii="Arial" w:eastAsia="Times New Roman" w:hAnsi="Arial" w:cs="Arial"/>
          <w:b/>
          <w:bCs/>
          <w:lang w:val="nl-NL"/>
        </w:rPr>
        <w:t>. Samen met de profrenners van het Movistar Team heeft ABUS deze aerodynamische succesformule doorontwikkeld. Het resultaat: de GameChanger 2.0 – de nieuwe, ultieme, aerodynamische helm in de constante strijd tegen de luchtweerstand.</w:t>
      </w:r>
    </w:p>
    <w:p w:rsidR="00F24A6F" w:rsidRPr="00F24A6F" w:rsidRDefault="00F24A6F" w:rsidP="00F24A6F">
      <w:pPr>
        <w:spacing w:after="240" w:line="360" w:lineRule="atLeast"/>
        <w:jc w:val="both"/>
        <w:rPr>
          <w:rFonts w:ascii="Arial" w:eastAsia="Times New Roman" w:hAnsi="Arial" w:cs="Arial"/>
          <w:lang w:val="nl-NL"/>
        </w:rPr>
      </w:pPr>
      <w:r w:rsidRPr="00F24A6F">
        <w:rPr>
          <w:rFonts w:ascii="Arial" w:eastAsia="Times New Roman" w:hAnsi="Arial" w:cs="Arial"/>
          <w:lang w:val="nl-NL"/>
        </w:rPr>
        <w:t xml:space="preserve">Met de komst van de GameChanger 1.0 is de vraag naar aero-helmen enorm toegenomen. Met zijn speciale </w:t>
      </w:r>
      <w:r w:rsidRPr="00F24A6F">
        <w:rPr>
          <w:rFonts w:ascii="Arial" w:eastAsia="Times New Roman" w:hAnsi="Arial" w:cs="Arial"/>
          <w:i/>
          <w:iCs/>
          <w:lang w:val="nl-NL"/>
        </w:rPr>
        <w:t>multi-position design</w:t>
      </w:r>
      <w:r w:rsidRPr="00F24A6F">
        <w:rPr>
          <w:rFonts w:ascii="Arial" w:eastAsia="Times New Roman" w:hAnsi="Arial" w:cs="Arial"/>
          <w:lang w:val="nl-NL"/>
        </w:rPr>
        <w:t xml:space="preserve"> kwam er een absolute tophelm op het vlak van zowel ventilatie als aerodynamica. Gebaseerd op de prestaties van zijn voorloper, komt ABUS nu met de nieuwe generatie aero-helm: de GameChanger 2.0. Uit talloze testen blijkt dat de prestaties van deze helm op cruciale punten nog hoger liggen dan die van zijn voorloper. Het gaat daarbij om aerodynamica, ventilatie, draagcomfort en veiligheid. </w:t>
      </w:r>
    </w:p>
    <w:p w:rsidR="00F24A6F" w:rsidRPr="00F24A6F" w:rsidRDefault="00F24A6F" w:rsidP="00F24A6F">
      <w:pPr>
        <w:spacing w:after="240" w:line="360" w:lineRule="atLeast"/>
        <w:jc w:val="both"/>
        <w:rPr>
          <w:rFonts w:ascii="Arial" w:eastAsia="Times New Roman" w:hAnsi="Arial" w:cs="Arial"/>
          <w:b/>
          <w:bCs/>
          <w:lang w:val="nl-NL"/>
        </w:rPr>
      </w:pPr>
      <w:r w:rsidRPr="00F24A6F">
        <w:rPr>
          <w:rFonts w:ascii="Arial" w:eastAsia="Times New Roman" w:hAnsi="Arial" w:cs="Arial"/>
          <w:b/>
          <w:bCs/>
          <w:lang w:val="nl-NL"/>
        </w:rPr>
        <w:t>Aerodynamica</w:t>
      </w:r>
    </w:p>
    <w:p w:rsidR="00F24A6F" w:rsidRPr="00F24A6F" w:rsidRDefault="00F24A6F" w:rsidP="00F24A6F">
      <w:pPr>
        <w:spacing w:after="240" w:line="360" w:lineRule="atLeast"/>
        <w:jc w:val="both"/>
        <w:rPr>
          <w:rFonts w:ascii="Arial" w:eastAsia="Times New Roman" w:hAnsi="Arial" w:cs="Arial"/>
          <w:lang w:val="nl-NL"/>
        </w:rPr>
      </w:pPr>
      <w:r w:rsidRPr="00F24A6F">
        <w:rPr>
          <w:rFonts w:ascii="Arial" w:eastAsia="Times New Roman" w:hAnsi="Arial" w:cs="Arial"/>
          <w:lang w:val="nl-NL"/>
        </w:rPr>
        <w:t xml:space="preserve">Om te voldoen aan de meest moderne, aerodynamische vereisten bij hoge snelheden, heeft de GameChanger 2.0 ten opzichte van zijn voorganger een bredere </w:t>
      </w:r>
      <w:r w:rsidRPr="00F24A6F">
        <w:rPr>
          <w:rFonts w:ascii="Arial" w:eastAsia="Times New Roman" w:hAnsi="Arial" w:cs="Arial"/>
          <w:i/>
          <w:iCs/>
          <w:lang w:val="nl-NL"/>
        </w:rPr>
        <w:t>Kamm Tail</w:t>
      </w:r>
      <w:r w:rsidRPr="00F24A6F">
        <w:rPr>
          <w:rFonts w:ascii="Arial" w:eastAsia="Times New Roman" w:hAnsi="Arial" w:cs="Arial"/>
          <w:lang w:val="nl-NL"/>
        </w:rPr>
        <w:t xml:space="preserve">. Hierdoor is het aerodynamische profiel van de helm 11% langer geworden. Uitgebreide windtunnel- en parcourstests tonen aan dat de aangepaste, aerodynamische luchtstroom een coureur cruciale voordelen geeft, zeker tussen snelheden van 46 en 52 km / uur. </w:t>
      </w:r>
    </w:p>
    <w:p w:rsidR="00F24A6F" w:rsidRPr="00F24A6F" w:rsidRDefault="00F24A6F" w:rsidP="00F24A6F">
      <w:pPr>
        <w:spacing w:after="240" w:line="360" w:lineRule="atLeast"/>
        <w:jc w:val="both"/>
        <w:rPr>
          <w:rFonts w:ascii="Arial" w:hAnsi="Arial" w:cs="Arial"/>
          <w:lang w:val="nl-NL"/>
        </w:rPr>
      </w:pPr>
      <w:r w:rsidRPr="00F24A6F">
        <w:rPr>
          <w:rFonts w:ascii="Arial" w:eastAsia="Times New Roman" w:hAnsi="Arial" w:cs="Arial"/>
          <w:lang w:val="nl-NL"/>
        </w:rPr>
        <w:t>De GameChanger 2.0 heeft een Kamm Tail die aan de onderkant 8</w:t>
      </w:r>
      <w:r w:rsidRPr="00F24A6F">
        <w:rPr>
          <w:rFonts w:ascii="Arial" w:hAnsi="Arial" w:cs="Arial"/>
          <w:lang w:val="nl-NL"/>
        </w:rPr>
        <w:t xml:space="preserve"> graden verder naar beneden is gericht. Het aerodynamische profiel rondom het </w:t>
      </w:r>
      <w:r w:rsidRPr="00F24A6F">
        <w:rPr>
          <w:rFonts w:ascii="Arial" w:hAnsi="Arial" w:cs="Arial"/>
          <w:lang w:val="nl-NL"/>
        </w:rPr>
        <w:lastRenderedPageBreak/>
        <w:t xml:space="preserve">hoofd van de renner wordt door deze aangepaste hoek verder geoptimaliseerd, zeker wanneer deze op hoge snelheid, onder in de beugels racet. Bovendien zorgt de centrale AEROLBLADE in het bovenste deel van de GameChanger 2.0 ervoor dat de lucht nog beter om het hoofd van de renner stroomt vanwege interne luchtkanalen in de helm zelf. Deze kanalen zorgen daarmee niet alleen voor een verbeterde aerodynamica, maar ook voor een optimale ventilatie in dit belangrijke gedeelte van de helm. </w:t>
      </w:r>
    </w:p>
    <w:p w:rsidR="00F24A6F" w:rsidRPr="00F24A6F" w:rsidRDefault="00F24A6F" w:rsidP="00F24A6F">
      <w:pPr>
        <w:spacing w:after="240" w:line="360" w:lineRule="atLeast"/>
        <w:jc w:val="both"/>
        <w:rPr>
          <w:rFonts w:ascii="Arial" w:hAnsi="Arial" w:cs="Arial"/>
          <w:b/>
          <w:bCs/>
          <w:lang w:val="nl-NL"/>
        </w:rPr>
      </w:pPr>
      <w:r w:rsidRPr="00F24A6F">
        <w:rPr>
          <w:rFonts w:ascii="Arial" w:hAnsi="Arial" w:cs="Arial"/>
          <w:b/>
          <w:bCs/>
          <w:lang w:val="nl-NL"/>
        </w:rPr>
        <w:t>Ventilatie</w:t>
      </w:r>
    </w:p>
    <w:p w:rsidR="00F24A6F" w:rsidRPr="00F24A6F" w:rsidRDefault="00F24A6F" w:rsidP="00F24A6F">
      <w:pPr>
        <w:spacing w:after="240" w:line="360" w:lineRule="atLeast"/>
        <w:jc w:val="both"/>
        <w:rPr>
          <w:rFonts w:ascii="Arial" w:hAnsi="Arial" w:cs="Arial"/>
          <w:lang w:val="nl-NL"/>
        </w:rPr>
      </w:pPr>
      <w:r w:rsidRPr="00F24A6F">
        <w:rPr>
          <w:rFonts w:ascii="Arial" w:hAnsi="Arial" w:cs="Arial"/>
          <w:lang w:val="nl-NL"/>
        </w:rPr>
        <w:t xml:space="preserve">Tezamen met de verbeterde aerodynamica, zorgt de Airboost ingang aan de voorkant van de helm voor een comfortabele nieuwe standaard in ventilatie. De nieuwe EYEBROW VENTS zorgen ervoor dat tot wel 32% meer lucht door de helm heen stroomt om het voorhoofd te verkoelen. Verder zijn deze luchtkanalen de perfecte plek om je fietsbril in op te bergen. De horizontale ACTI CAGE luchtgeleiders stuwen de luchtstroom door de helm heen op hogere snelheid, wat zorgt voor een constante ventilatiestroom. In sprinthouding, met het hoofd naar beneden gebogen, worden de vinvormige luchtgeleiders van de ACTI CAGE een afgesloten oppervlak. Hierdoor stuwen ze de resterende luchtstroom, die niet gebruikt wordt voor ventilatie, in een ideaal, aerodynamische profiel over het hoofd heen. </w:t>
      </w:r>
    </w:p>
    <w:p w:rsidR="00F24A6F" w:rsidRPr="00F24A6F" w:rsidRDefault="00F24A6F" w:rsidP="00F24A6F">
      <w:pPr>
        <w:spacing w:after="240" w:line="360" w:lineRule="atLeast"/>
        <w:jc w:val="both"/>
        <w:rPr>
          <w:rFonts w:ascii="Arial" w:hAnsi="Arial" w:cs="Arial"/>
          <w:lang w:val="nl-NL"/>
        </w:rPr>
      </w:pPr>
      <w:r w:rsidRPr="00F24A6F">
        <w:rPr>
          <w:rFonts w:ascii="Arial" w:hAnsi="Arial" w:cs="Arial"/>
          <w:lang w:val="nl-NL"/>
        </w:rPr>
        <w:t>De speciaal gevormde EYEWEAR PORTS aan de voorkant en de AIRPORT VENTS aan de achterkant van de GameChanger 2.0 zijn zo ontworpen dat ze ruimte bieden voor verschillende soorten sportbrillen.</w:t>
      </w:r>
    </w:p>
    <w:p w:rsidR="00F24A6F" w:rsidRPr="00F24A6F" w:rsidRDefault="00F24A6F" w:rsidP="00F24A6F">
      <w:pPr>
        <w:spacing w:after="240" w:line="360" w:lineRule="atLeast"/>
        <w:jc w:val="both"/>
        <w:rPr>
          <w:rFonts w:ascii="Arial" w:hAnsi="Arial" w:cs="Arial"/>
          <w:lang w:val="nl-NL"/>
        </w:rPr>
      </w:pPr>
      <w:r w:rsidRPr="00F24A6F">
        <w:rPr>
          <w:rFonts w:ascii="Arial" w:hAnsi="Arial" w:cs="Arial"/>
          <w:lang w:val="nl-NL"/>
        </w:rPr>
        <w:t xml:space="preserve">Als er meer lucht naar binnen stroomt, moet er ook meer uit. Het AIRFLOW STAR DESIGN doet precies dat, met een 20% hogere luchtuitstroom. De luchtkanalen aan de achterkant van de helm zijn verder geoptimaliseerd, onder andere door een bredere luchtuitlaat. Deze luchtuitlaat is verbonden met de aangepaste luchtkanalen aan de binnenkant van de helm. Samen zorgen deze kanalen voor de best mogelijke luchtstroming. </w:t>
      </w:r>
    </w:p>
    <w:p w:rsidR="00F24A6F" w:rsidRPr="00F24A6F" w:rsidRDefault="00F24A6F" w:rsidP="00F24A6F">
      <w:pPr>
        <w:spacing w:after="240" w:line="360" w:lineRule="atLeast"/>
        <w:jc w:val="both"/>
        <w:rPr>
          <w:rFonts w:ascii="Arial" w:hAnsi="Arial" w:cs="Arial"/>
          <w:lang w:val="nl-NL"/>
        </w:rPr>
      </w:pPr>
      <w:r w:rsidRPr="00F24A6F">
        <w:rPr>
          <w:rFonts w:ascii="Arial" w:hAnsi="Arial" w:cs="Arial"/>
          <w:lang w:val="nl-NL"/>
        </w:rPr>
        <w:lastRenderedPageBreak/>
        <w:t xml:space="preserve">De ABUS ontwikkelaars zijn erin geslaagd de luchtkanalen niet alleen te optimaliseren voor pure aerodynamica; het nieuwe ontwerp zorgt ook voor de ideale temperatuurregulatie door gelijktijdige druk- en zuigwerking van de in- en uitstromende lucht. De temperatuur regulerende werking van deze zogenaamde </w:t>
      </w:r>
      <w:r w:rsidRPr="00F24A6F">
        <w:rPr>
          <w:rFonts w:ascii="Arial" w:hAnsi="Arial" w:cs="Arial"/>
          <w:i/>
          <w:iCs/>
          <w:lang w:val="nl-NL"/>
        </w:rPr>
        <w:t>Forced Air Cooling Technology</w:t>
      </w:r>
      <w:r w:rsidRPr="00F24A6F">
        <w:rPr>
          <w:rFonts w:ascii="Arial" w:hAnsi="Arial" w:cs="Arial"/>
          <w:lang w:val="nl-NL"/>
        </w:rPr>
        <w:t xml:space="preserve"> is gebaseerd op een methode die wordt gebruikt in de luchtvaart, het </w:t>
      </w:r>
      <w:r w:rsidRPr="00F24A6F">
        <w:rPr>
          <w:rFonts w:ascii="Arial" w:hAnsi="Arial" w:cs="Arial"/>
          <w:i/>
          <w:iCs/>
          <w:lang w:val="nl-NL"/>
        </w:rPr>
        <w:t>Venturi-effect</w:t>
      </w:r>
      <w:r w:rsidRPr="00F24A6F">
        <w:rPr>
          <w:rFonts w:ascii="Arial" w:hAnsi="Arial" w:cs="Arial"/>
          <w:lang w:val="nl-NL"/>
        </w:rPr>
        <w:t xml:space="preserve">. Het wetenschappelijk vormgegeven ventilatiesysteem creëert daarmee de ideale omstandigheden voor wielrenners om zich te kunnen concentreren en te presteren, zelfs op topsnelheid.  </w:t>
      </w:r>
    </w:p>
    <w:p w:rsidR="00F24A6F" w:rsidRPr="00F24A6F" w:rsidRDefault="00F24A6F" w:rsidP="00F24A6F">
      <w:pPr>
        <w:spacing w:after="240" w:line="360" w:lineRule="atLeast"/>
        <w:jc w:val="both"/>
        <w:rPr>
          <w:rFonts w:ascii="Arial" w:hAnsi="Arial" w:cs="Arial"/>
          <w:b/>
          <w:bCs/>
          <w:lang w:val="nl-NL"/>
        </w:rPr>
      </w:pPr>
      <w:r w:rsidRPr="00F24A6F">
        <w:rPr>
          <w:rFonts w:ascii="Arial" w:hAnsi="Arial" w:cs="Arial"/>
          <w:b/>
          <w:bCs/>
          <w:lang w:val="nl-NL"/>
        </w:rPr>
        <w:t>Comfort</w:t>
      </w:r>
    </w:p>
    <w:p w:rsidR="00F24A6F" w:rsidRPr="00F24A6F" w:rsidRDefault="00F24A6F" w:rsidP="00F24A6F">
      <w:pPr>
        <w:widowControl w:val="0"/>
        <w:spacing w:after="240" w:line="360" w:lineRule="atLeast"/>
        <w:jc w:val="both"/>
        <w:rPr>
          <w:rFonts w:ascii="Arial" w:hAnsi="Arial" w:cs="Arial"/>
          <w:lang w:val="nl-NL"/>
        </w:rPr>
      </w:pPr>
      <w:r w:rsidRPr="00F24A6F">
        <w:rPr>
          <w:rFonts w:ascii="Arial" w:hAnsi="Arial" w:cs="Arial"/>
          <w:lang w:val="nl-NL"/>
        </w:rPr>
        <w:t xml:space="preserve">Ook ergonomie en draagcomfort dragen bij aan snelheid. Wat heb je aan de best mogelijke aerodynamica als de helm niet lekker zit? Het nieuwe FLOW STRAP PRO-systeem aan de achterkant zorgt er mede dankzij de bredere V-vorm van de straps voor dat de helm altijd in de juiste positie, comfortabel op het hoofd past. Het centrale ZOOM PRO retentiesysteem werkt als een Zwitsers uurwerk: dankzij het nieuwe schuifsysteem geleidt het zowel de straps als het verstelsysteem altijd in de individueel beste standen. </w:t>
      </w:r>
    </w:p>
    <w:p w:rsidR="00F24A6F" w:rsidRPr="00F24A6F" w:rsidRDefault="00F24A6F" w:rsidP="00F24A6F">
      <w:pPr>
        <w:widowControl w:val="0"/>
        <w:spacing w:after="240" w:line="360" w:lineRule="atLeast"/>
        <w:jc w:val="both"/>
        <w:rPr>
          <w:rFonts w:ascii="Arial" w:hAnsi="Arial" w:cs="Arial"/>
          <w:b/>
          <w:bCs/>
          <w:lang w:val="nl-NL"/>
        </w:rPr>
      </w:pPr>
      <w:r w:rsidRPr="00F24A6F">
        <w:rPr>
          <w:rFonts w:ascii="Arial" w:hAnsi="Arial" w:cs="Arial"/>
          <w:b/>
          <w:bCs/>
          <w:lang w:val="nl-NL"/>
        </w:rPr>
        <w:t xml:space="preserve">Veiligheid </w:t>
      </w:r>
    </w:p>
    <w:p w:rsidR="00F24A6F" w:rsidRPr="00F24A6F" w:rsidRDefault="00F24A6F" w:rsidP="00F24A6F">
      <w:pPr>
        <w:widowControl w:val="0"/>
        <w:spacing w:after="240" w:line="360" w:lineRule="atLeast"/>
        <w:jc w:val="both"/>
        <w:rPr>
          <w:rFonts w:ascii="Arial" w:hAnsi="Arial" w:cs="Arial"/>
          <w:lang w:val="nl-NL"/>
        </w:rPr>
      </w:pPr>
      <w:r w:rsidRPr="00F24A6F">
        <w:rPr>
          <w:rFonts w:ascii="Arial" w:hAnsi="Arial" w:cs="Arial"/>
          <w:lang w:val="nl-NL"/>
        </w:rPr>
        <w:t xml:space="preserve">Met de GameChanger 2.0 doet het MIPS AIR NODE-systeem zijn intrede in de wereld van </w:t>
      </w:r>
      <w:r w:rsidRPr="00F24A6F">
        <w:rPr>
          <w:rFonts w:ascii="Arial" w:hAnsi="Arial" w:cs="Arial"/>
          <w:i/>
          <w:iCs/>
          <w:lang w:val="nl-NL"/>
        </w:rPr>
        <w:t>performance</w:t>
      </w:r>
      <w:r w:rsidRPr="00F24A6F">
        <w:rPr>
          <w:rFonts w:ascii="Arial" w:hAnsi="Arial" w:cs="Arial"/>
          <w:lang w:val="nl-NL"/>
        </w:rPr>
        <w:t xml:space="preserve"> aero-helmen. Daarnaast worden de MIPS-exemplaren uitgerust met een FIDLOCK magneetsluiting – bekend om zijn snelle, intuïtieve en gebruiksvriendelijke sluiting van de helm.</w:t>
      </w:r>
    </w:p>
    <w:p w:rsidR="00F24A6F" w:rsidRPr="00F24A6F" w:rsidRDefault="00F24A6F" w:rsidP="00F24A6F">
      <w:pPr>
        <w:widowControl w:val="0"/>
        <w:spacing w:after="240" w:line="360" w:lineRule="atLeast"/>
        <w:jc w:val="both"/>
        <w:rPr>
          <w:rFonts w:ascii="Arial" w:hAnsi="Arial" w:cs="Arial"/>
          <w:lang w:val="nl-NL"/>
        </w:rPr>
      </w:pPr>
      <w:r w:rsidRPr="00F24A6F">
        <w:rPr>
          <w:rFonts w:ascii="Arial" w:hAnsi="Arial" w:cs="Arial"/>
          <w:lang w:val="nl-NL"/>
        </w:rPr>
        <w:t xml:space="preserve">Alle GameChanger 2.0-helmen zijn QUIN-ready, dat wil zeggen: voorbereid op het gebruik van de QUIN Crash Detection Chip. Op deze manier ben je met eenzame trainingsritten nooit alleen en wordt een noodcontact automatisch op de hoogte gesteld bij een crash. De QUIN-port, bedoeld voor het opladen van de sensor, is van binnenuit de helm toegankelijk in de vorm van een micro-USB-poort. </w:t>
      </w:r>
    </w:p>
    <w:p w:rsidR="00F24A6F" w:rsidRPr="00F24A6F" w:rsidRDefault="00F24A6F" w:rsidP="00F24A6F">
      <w:pPr>
        <w:widowControl w:val="0"/>
        <w:spacing w:after="240" w:line="360" w:lineRule="atLeast"/>
        <w:jc w:val="both"/>
        <w:rPr>
          <w:rFonts w:ascii="Arial" w:hAnsi="Arial" w:cs="Arial"/>
          <w:b/>
          <w:bCs/>
          <w:lang w:val="nl-NL"/>
        </w:rPr>
      </w:pPr>
      <w:r w:rsidRPr="00F24A6F">
        <w:rPr>
          <w:rFonts w:ascii="Arial" w:hAnsi="Arial" w:cs="Arial"/>
          <w:b/>
          <w:bCs/>
          <w:lang w:val="nl-NL"/>
        </w:rPr>
        <w:t xml:space="preserve">De GameChanger 2.0 wordt aangeboden in twee versies, in 11 </w:t>
      </w:r>
      <w:r w:rsidRPr="00F24A6F">
        <w:rPr>
          <w:rFonts w:ascii="Arial" w:hAnsi="Arial" w:cs="Arial"/>
          <w:b/>
          <w:bCs/>
          <w:lang w:val="nl-NL"/>
        </w:rPr>
        <w:lastRenderedPageBreak/>
        <w:t>verschillende kleuren en drie maten (S, M, L). Het gewicht van de helm is 260 gram (S), 265 gram (M) en 275 gram (L).</w:t>
      </w:r>
    </w:p>
    <w:p w:rsidR="00F24A6F" w:rsidRPr="00F24A6F" w:rsidRDefault="00F24A6F" w:rsidP="00F24A6F">
      <w:pPr>
        <w:spacing w:line="360" w:lineRule="auto"/>
        <w:ind w:rightChars="944" w:right="2077"/>
        <w:jc w:val="both"/>
        <w:rPr>
          <w:rFonts w:ascii="Arial" w:hAnsi="Arial" w:cs="Arial"/>
          <w:lang w:val="nl-NL"/>
        </w:rPr>
      </w:pPr>
    </w:p>
    <w:p w:rsidR="00F24A6F" w:rsidRDefault="00F24A6F" w:rsidP="00F24A6F">
      <w:pPr>
        <w:pStyle w:val="Plattetekst"/>
        <w:spacing w:line="240" w:lineRule="auto"/>
        <w:rPr>
          <w:rFonts w:cs="Arial"/>
          <w:szCs w:val="22"/>
          <w:lang w:val="nl-NL"/>
        </w:rPr>
      </w:pPr>
      <w:r w:rsidRPr="00F24A6F">
        <w:rPr>
          <w:rFonts w:cs="Arial"/>
          <w:szCs w:val="22"/>
          <w:lang w:val="nl-NL"/>
        </w:rPr>
        <w:t xml:space="preserve">Website </w:t>
      </w:r>
      <w:hyperlink r:id="rId7" w:history="1">
        <w:r w:rsidRPr="007E33D4">
          <w:rPr>
            <w:rStyle w:val="Hyperlink"/>
            <w:rFonts w:cs="Arial"/>
            <w:szCs w:val="22"/>
            <w:lang w:val="nl-NL"/>
          </w:rPr>
          <w:t>https://www.abus.com</w:t>
        </w:r>
      </w:hyperlink>
    </w:p>
    <w:p w:rsidR="00F24A6F" w:rsidRPr="00F24A6F" w:rsidRDefault="00F24A6F" w:rsidP="00F24A6F">
      <w:pPr>
        <w:pStyle w:val="Plattetekst"/>
        <w:spacing w:line="240" w:lineRule="auto"/>
        <w:rPr>
          <w:rFonts w:cs="Arial"/>
          <w:szCs w:val="22"/>
          <w:lang w:val="nl-NL"/>
        </w:rPr>
      </w:pPr>
      <w:r w:rsidRPr="00F24A6F">
        <w:rPr>
          <w:rFonts w:cs="Arial"/>
          <w:szCs w:val="22"/>
          <w:lang w:val="nl-NL"/>
        </w:rPr>
        <w:t xml:space="preserve">Facebook </w:t>
      </w:r>
      <w:hyperlink r:id="rId8" w:history="1">
        <w:r w:rsidRPr="00F24A6F">
          <w:rPr>
            <w:rStyle w:val="Hyperlink"/>
            <w:rFonts w:cs="Arial"/>
            <w:szCs w:val="22"/>
            <w:lang w:val="nl-NL"/>
          </w:rPr>
          <w:t>https://www.facebook.com/abusbenelux</w:t>
        </w:r>
      </w:hyperlink>
    </w:p>
    <w:p w:rsidR="002E225A" w:rsidRDefault="00F24A6F" w:rsidP="00F24A6F">
      <w:pPr>
        <w:pStyle w:val="Plattetekst"/>
        <w:spacing w:line="240" w:lineRule="auto"/>
        <w:rPr>
          <w:rFonts w:cs="Arial"/>
          <w:szCs w:val="22"/>
          <w:lang w:val="nl-NL"/>
        </w:rPr>
      </w:pPr>
      <w:r w:rsidRPr="00F24A6F">
        <w:rPr>
          <w:rFonts w:cs="Arial"/>
          <w:szCs w:val="22"/>
          <w:lang w:val="nl-NL"/>
        </w:rPr>
        <w:t xml:space="preserve">Instagram </w:t>
      </w:r>
      <w:hyperlink r:id="rId9" w:history="1">
        <w:r w:rsidRPr="007E33D4">
          <w:rPr>
            <w:rStyle w:val="Hyperlink"/>
            <w:rFonts w:cs="Arial"/>
            <w:szCs w:val="22"/>
            <w:lang w:val="nl-NL"/>
          </w:rPr>
          <w:t>https://www.instagram.com/abus_benelux</w:t>
        </w:r>
      </w:hyperlink>
    </w:p>
    <w:p w:rsidR="00F24A6F" w:rsidRDefault="00F24A6F" w:rsidP="00F24A6F">
      <w:pPr>
        <w:pStyle w:val="Plattetekst"/>
        <w:pBdr>
          <w:bottom w:val="single" w:sz="6" w:space="1" w:color="auto"/>
        </w:pBdr>
        <w:spacing w:line="240" w:lineRule="auto"/>
        <w:rPr>
          <w:rFonts w:cs="Arial"/>
          <w:szCs w:val="22"/>
          <w:lang w:val="nl-NL"/>
        </w:rPr>
      </w:pPr>
    </w:p>
    <w:p w:rsidR="00F24A6F" w:rsidRDefault="00F24A6F" w:rsidP="00F24A6F">
      <w:pPr>
        <w:pStyle w:val="Plattetekst"/>
        <w:spacing w:line="240" w:lineRule="auto"/>
        <w:rPr>
          <w:rFonts w:cs="Arial"/>
          <w:szCs w:val="22"/>
          <w:lang w:val="nl-NL"/>
        </w:rPr>
      </w:pPr>
    </w:p>
    <w:p w:rsidR="00F24A6F" w:rsidRDefault="00F24A6F" w:rsidP="00F24A6F">
      <w:pPr>
        <w:pStyle w:val="Plattetekst"/>
        <w:spacing w:line="240" w:lineRule="auto"/>
        <w:rPr>
          <w:rFonts w:cs="Arial"/>
          <w:szCs w:val="22"/>
          <w:lang w:val="nl-NL"/>
        </w:rPr>
      </w:pPr>
      <w:r>
        <w:rPr>
          <w:rFonts w:cs="Arial"/>
          <w:szCs w:val="22"/>
          <w:lang w:val="nl-NL"/>
        </w:rPr>
        <w:t>Bijlagen:</w:t>
      </w:r>
    </w:p>
    <w:p w:rsidR="00F24A6F" w:rsidRDefault="00F24A6F" w:rsidP="00F24A6F">
      <w:pPr>
        <w:pStyle w:val="Plattetekst"/>
        <w:numPr>
          <w:ilvl w:val="0"/>
          <w:numId w:val="6"/>
        </w:numPr>
        <w:spacing w:line="240" w:lineRule="auto"/>
        <w:rPr>
          <w:rFonts w:cs="Arial"/>
          <w:szCs w:val="22"/>
          <w:lang w:val="nl-NL"/>
        </w:rPr>
      </w:pPr>
      <w:r>
        <w:rPr>
          <w:rFonts w:cs="Arial"/>
          <w:szCs w:val="22"/>
          <w:lang w:val="nl-NL"/>
        </w:rPr>
        <w:t>GameChanger 2.0 producafbeeldingen</w:t>
      </w:r>
    </w:p>
    <w:p w:rsidR="00F24A6F" w:rsidRDefault="00F24A6F" w:rsidP="00F24A6F">
      <w:pPr>
        <w:pStyle w:val="Plattetekst"/>
        <w:numPr>
          <w:ilvl w:val="0"/>
          <w:numId w:val="6"/>
        </w:numPr>
        <w:spacing w:line="240" w:lineRule="auto"/>
        <w:rPr>
          <w:rFonts w:cs="Arial"/>
          <w:szCs w:val="22"/>
          <w:lang w:val="nl-NL"/>
        </w:rPr>
      </w:pPr>
      <w:r>
        <w:rPr>
          <w:rFonts w:cs="Arial"/>
          <w:szCs w:val="22"/>
          <w:lang w:val="nl-NL"/>
        </w:rPr>
        <w:t>GameChanger 2.0 lifestylefoto’s</w:t>
      </w:r>
    </w:p>
    <w:p w:rsidR="00F24A6F" w:rsidRPr="00F24A6F" w:rsidRDefault="00F24A6F" w:rsidP="00F24A6F">
      <w:pPr>
        <w:pStyle w:val="Plattetekst"/>
        <w:numPr>
          <w:ilvl w:val="0"/>
          <w:numId w:val="6"/>
        </w:numPr>
        <w:spacing w:line="240" w:lineRule="auto"/>
        <w:rPr>
          <w:rFonts w:cs="Arial"/>
          <w:szCs w:val="22"/>
          <w:lang w:val="en-GB"/>
        </w:rPr>
      </w:pPr>
      <w:r w:rsidRPr="00F24A6F">
        <w:rPr>
          <w:rFonts w:cs="Arial"/>
          <w:szCs w:val="22"/>
          <w:lang w:val="en-GB"/>
        </w:rPr>
        <w:t xml:space="preserve">ABUS Made in Italy </w:t>
      </w:r>
      <w:r>
        <w:rPr>
          <w:rFonts w:cs="Arial"/>
          <w:szCs w:val="22"/>
          <w:lang w:val="en-GB"/>
        </w:rPr>
        <w:t>mediakit</w:t>
      </w:r>
    </w:p>
    <w:p w:rsidR="00F24A6F" w:rsidRPr="00F24A6F" w:rsidRDefault="00F24A6F" w:rsidP="00F24A6F">
      <w:pPr>
        <w:pStyle w:val="Plattetekst"/>
        <w:spacing w:line="240" w:lineRule="auto"/>
        <w:rPr>
          <w:rFonts w:cs="Arial"/>
          <w:bCs/>
          <w:szCs w:val="22"/>
          <w:lang w:val="en-GB"/>
        </w:rPr>
      </w:pPr>
    </w:p>
    <w:sectPr w:rsidR="00F24A6F" w:rsidRPr="00F24A6F" w:rsidSect="00ED74BE">
      <w:headerReference w:type="default" r:id="rId10"/>
      <w:headerReference w:type="first" r:id="rId11"/>
      <w:footerReference w:type="first" r:id="rId12"/>
      <w:pgSz w:w="11906" w:h="16838"/>
      <w:pgMar w:top="2552" w:right="3401" w:bottom="1843" w:left="1134"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3F0F" w:rsidRDefault="00F43F0F" w:rsidP="00ED74BE">
      <w:pPr>
        <w:spacing w:after="0" w:line="240" w:lineRule="auto"/>
      </w:pPr>
      <w:r>
        <w:separator/>
      </w:r>
    </w:p>
  </w:endnote>
  <w:endnote w:type="continuationSeparator" w:id="0">
    <w:p w:rsidR="00F43F0F" w:rsidRDefault="00F43F0F" w:rsidP="00ED7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0980" w:rsidRPr="00AB721F" w:rsidRDefault="002E0980" w:rsidP="00AB721F">
    <w:pPr>
      <w:pStyle w:val="Voettekst"/>
      <w:rPr>
        <w:rFonts w:ascii="Arial" w:hAnsi="Arial" w:cs="Arial"/>
        <w:color w:val="BCBCBC"/>
        <w:sz w:val="14"/>
        <w:szCs w:val="24"/>
        <w:lang w:eastAsia="de-DE"/>
      </w:rPr>
    </w:pPr>
    <w:r w:rsidRPr="00AB721F">
      <w:rPr>
        <w:rFonts w:ascii="Arial" w:hAnsi="Arial" w:cs="Arial"/>
        <w:color w:val="BCBCBC"/>
        <w:sz w:val="14"/>
        <w:szCs w:val="24"/>
        <w:lang w:eastAsia="de-DE"/>
      </w:rPr>
      <w:t>The ABUS brand</w:t>
    </w:r>
  </w:p>
  <w:p w:rsidR="002E0980" w:rsidRPr="00AB721F" w:rsidRDefault="002E0980" w:rsidP="00AB721F">
    <w:pPr>
      <w:pStyle w:val="Voettekst"/>
      <w:rPr>
        <w:rFonts w:ascii="Arial" w:hAnsi="Arial" w:cs="Arial"/>
        <w:color w:val="BCBCBC"/>
        <w:sz w:val="14"/>
        <w:szCs w:val="24"/>
        <w:lang w:eastAsia="de-DE"/>
      </w:rPr>
    </w:pPr>
    <w:r w:rsidRPr="00AB721F">
      <w:rPr>
        <w:rFonts w:ascii="Arial" w:hAnsi="Arial" w:cs="Arial"/>
        <w:color w:val="BCBCBC"/>
        <w:sz w:val="14"/>
        <w:szCs w:val="24"/>
        <w:lang w:eastAsia="de-DE"/>
      </w:rPr>
      <w:t xml:space="preserve">Since 1924 ABUS has been giving you the good feeling of security.  The German manufacturer specialises in high-quality products characterised by reliability, durability and ease of use. To meet the growing needs of private and business customers, ABUS offers a wide range of innovative solutions for home, commercial and mobile security. The ABUS Group includes ABUS August Bremicker Söhne KG, ABUS Security-Center GmbH &amp; Co. KG, ABUS Pfaffenhain GmbH and SECCOR high security GmbH. The independent group of companies is based in Wetter on the </w:t>
    </w:r>
    <w:smartTag w:uri="urn:schemas-microsoft-com:office:smarttags" w:element="place">
      <w:r w:rsidRPr="00AB721F">
        <w:rPr>
          <w:rFonts w:ascii="Arial" w:hAnsi="Arial" w:cs="Arial"/>
          <w:color w:val="BCBCBC"/>
          <w:sz w:val="14"/>
          <w:szCs w:val="24"/>
          <w:lang w:eastAsia="de-DE"/>
        </w:rPr>
        <w:t>Ruhr</w:t>
      </w:r>
    </w:smartTag>
    <w:r w:rsidRPr="00AB721F">
      <w:rPr>
        <w:rFonts w:ascii="Arial" w:hAnsi="Arial" w:cs="Arial"/>
        <w:color w:val="BCBCBC"/>
        <w:sz w:val="14"/>
        <w:szCs w:val="24"/>
        <w:lang w:eastAsia="de-DE"/>
      </w:rPr>
      <w:t xml:space="preserve"> and operates all over the world.</w:t>
    </w:r>
  </w:p>
  <w:p w:rsidR="00ED74BE" w:rsidRPr="00AB23E9" w:rsidRDefault="00ED74BE" w:rsidP="00ED74BE">
    <w:pPr>
      <w:pStyle w:val="Voettekst"/>
      <w:rPr>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3F0F" w:rsidRDefault="00F43F0F" w:rsidP="00ED74BE">
      <w:pPr>
        <w:spacing w:after="0" w:line="240" w:lineRule="auto"/>
      </w:pPr>
      <w:r>
        <w:separator/>
      </w:r>
    </w:p>
  </w:footnote>
  <w:footnote w:type="continuationSeparator" w:id="0">
    <w:p w:rsidR="00F43F0F" w:rsidRDefault="00F43F0F" w:rsidP="00ED74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D74BE" w:rsidRDefault="00EF4316" w:rsidP="00ED74BE">
    <w:pPr>
      <w:pStyle w:val="Koptekst"/>
      <w:ind w:hanging="1134"/>
    </w:pPr>
    <w:r w:rsidRPr="00B76E3E">
      <w:rPr>
        <w:noProof/>
        <w:lang w:eastAsia="de-DE"/>
      </w:rPr>
      <w:drawing>
        <wp:inline distT="0" distB="0" distL="0" distR="0">
          <wp:extent cx="7543800" cy="962025"/>
          <wp:effectExtent l="0" t="0" r="0" b="0"/>
          <wp:docPr id="1"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33113"/>
                  <a:stretch>
                    <a:fillRect/>
                  </a:stretch>
                </pic:blipFill>
                <pic:spPr bwMode="auto">
                  <a:xfrm>
                    <a:off x="0" y="0"/>
                    <a:ext cx="7543800" cy="962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D74BE" w:rsidRDefault="00EF4316" w:rsidP="00ED74BE">
    <w:pPr>
      <w:pStyle w:val="Koptekst"/>
      <w:ind w:hanging="1134"/>
    </w:pPr>
    <w:r w:rsidRPr="00B76E3E">
      <w:rPr>
        <w:noProof/>
        <w:lang w:eastAsia="de-DE"/>
      </w:rPr>
      <w:drawing>
        <wp:inline distT="0" distB="0" distL="0" distR="0">
          <wp:extent cx="7543800" cy="1533525"/>
          <wp:effectExtent l="0" t="0" r="0" b="0"/>
          <wp:docPr id="2"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6842"/>
                  <a:stretch>
                    <a:fillRect/>
                  </a:stretch>
                </pic:blipFill>
                <pic:spPr bwMode="auto">
                  <a:xfrm>
                    <a:off x="0" y="0"/>
                    <a:ext cx="7543800" cy="1533525"/>
                  </a:xfrm>
                  <a:prstGeom prst="rect">
                    <a:avLst/>
                  </a:prstGeom>
                  <a:noFill/>
                  <a:ln>
                    <a:noFill/>
                  </a:ln>
                </pic:spPr>
              </pic:pic>
            </a:graphicData>
          </a:graphic>
        </wp:inline>
      </w:drawing>
    </w:r>
    <w:r>
      <w:rPr>
        <w:noProof/>
        <w:lang w:eastAsia="de-DE"/>
      </w:rPr>
      <mc:AlternateContent>
        <mc:Choice Requires="wps">
          <w:drawing>
            <wp:anchor distT="0" distB="0" distL="0" distR="0" simplePos="0" relativeHeight="251657728" behindDoc="0" locked="1" layoutInCell="1" allowOverlap="0">
              <wp:simplePos x="0" y="0"/>
              <wp:positionH relativeFrom="page">
                <wp:posOffset>6181090</wp:posOffset>
              </wp:positionH>
              <wp:positionV relativeFrom="page">
                <wp:posOffset>1617345</wp:posOffset>
              </wp:positionV>
              <wp:extent cx="1367790" cy="9072245"/>
              <wp:effectExtent l="0" t="0" r="4445" b="0"/>
              <wp:wrapTight wrapText="bothSides">
                <wp:wrapPolygon edited="0">
                  <wp:start x="-150" y="0"/>
                  <wp:lineTo x="-150" y="21555"/>
                  <wp:lineTo x="21600" y="21555"/>
                  <wp:lineTo x="21600" y="0"/>
                  <wp:lineTo x="-150" y="0"/>
                </wp:wrapPolygon>
              </wp:wrapTight>
              <wp:docPr id="7585369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907224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61375E" w:rsidRPr="00A7153F" w:rsidRDefault="00E50870" w:rsidP="00ED74BE">
                          <w:pPr>
                            <w:pStyle w:val="Kop5"/>
                            <w:rPr>
                              <w:lang w:val="en-GB"/>
                            </w:rPr>
                          </w:pPr>
                          <w:r w:rsidRPr="00A7153F">
                            <w:rPr>
                              <w:lang w:val="en-GB"/>
                            </w:rPr>
                            <w:t>Contact:</w:t>
                          </w:r>
                        </w:p>
                        <w:p w:rsidR="00E50870" w:rsidRPr="00A7153F" w:rsidRDefault="00E50870" w:rsidP="003B0103">
                          <w:pPr>
                            <w:pStyle w:val="Kop5"/>
                            <w:rPr>
                              <w:b/>
                              <w:lang w:val="en-GB"/>
                            </w:rPr>
                          </w:pPr>
                        </w:p>
                        <w:p w:rsidR="003B0103" w:rsidRDefault="00A7153F" w:rsidP="003B0103">
                          <w:pPr>
                            <w:pStyle w:val="Kop5"/>
                            <w:rPr>
                              <w:b/>
                              <w:lang w:val="en-GB"/>
                            </w:rPr>
                          </w:pPr>
                          <w:r w:rsidRPr="00A7153F">
                            <w:rPr>
                              <w:b/>
                              <w:lang w:val="en-GB"/>
                            </w:rPr>
                            <w:t>ABUS Nederland</w:t>
                          </w:r>
                        </w:p>
                        <w:p w:rsidR="00F24A6F" w:rsidRPr="00F24A6F" w:rsidRDefault="00F24A6F" w:rsidP="00F24A6F">
                          <w:pPr>
                            <w:pStyle w:val="Kop5"/>
                            <w:rPr>
                              <w:i/>
                              <w:iCs/>
                              <w:lang w:val="nl-NL"/>
                            </w:rPr>
                          </w:pPr>
                          <w:r w:rsidRPr="00F24A6F">
                            <w:rPr>
                              <w:i/>
                              <w:iCs/>
                              <w:lang w:val="nl-NL"/>
                            </w:rPr>
                            <w:t>Maurice de Bekker</w:t>
                          </w:r>
                        </w:p>
                        <w:p w:rsidR="003B0103" w:rsidRPr="00A7153F" w:rsidRDefault="00A7153F" w:rsidP="003B0103">
                          <w:pPr>
                            <w:pStyle w:val="Kop5"/>
                            <w:rPr>
                              <w:lang w:val="en-GB"/>
                            </w:rPr>
                          </w:pPr>
                          <w:r w:rsidRPr="00A7153F">
                            <w:rPr>
                              <w:lang w:val="en-GB"/>
                            </w:rPr>
                            <w:t>info@abus.nl</w:t>
                          </w:r>
                        </w:p>
                        <w:p w:rsidR="003B0103" w:rsidRPr="00E50870" w:rsidRDefault="003B0103" w:rsidP="003B0103">
                          <w:pPr>
                            <w:pStyle w:val="Kop5"/>
                            <w:rPr>
                              <w:lang w:val="nl-NL"/>
                            </w:rPr>
                          </w:pPr>
                          <w:r w:rsidRPr="00E50870">
                            <w:rPr>
                              <w:lang w:val="nl-NL"/>
                            </w:rPr>
                            <w:t>Tel.: +31 342 462112</w:t>
                          </w:r>
                        </w:p>
                        <w:p w:rsidR="003B0103" w:rsidRDefault="003B0103" w:rsidP="003B0103">
                          <w:pPr>
                            <w:pStyle w:val="Kop5"/>
                            <w:rPr>
                              <w:lang w:val="en-US"/>
                            </w:rPr>
                          </w:pPr>
                        </w:p>
                        <w:p w:rsidR="0061375E" w:rsidRPr="0061375E" w:rsidRDefault="0061375E" w:rsidP="0061375E">
                          <w:pPr>
                            <w:rPr>
                              <w:lang w:val="en-U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6.7pt;margin-top:127.35pt;width:107.7pt;height:714.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" o:allowoverlap="f" stroked="f" strokeweight=".25pt">
              <v:textbox inset="0,0,0,0">
                <w:txbxContent>
                  <w:p w:rsidR="0061375E" w:rsidRPr="00A7153F" w:rsidRDefault="00E50870" w:rsidP="00ED74BE">
                    <w:pPr>
                      <w:pStyle w:val="Kop5"/>
                      <w:rPr>
                        <w:lang w:val="en-GB"/>
                      </w:rPr>
                    </w:pPr>
                    <w:r w:rsidRPr="00A7153F">
                      <w:rPr>
                        <w:lang w:val="en-GB"/>
                      </w:rPr>
                      <w:t>Contact:</w:t>
                    </w:r>
                  </w:p>
                  <w:p w:rsidR="00E50870" w:rsidRPr="00A7153F" w:rsidRDefault="00E50870" w:rsidP="003B0103">
                    <w:pPr>
                      <w:pStyle w:val="Kop5"/>
                      <w:rPr>
                        <w:b/>
                        <w:lang w:val="en-GB"/>
                      </w:rPr>
                    </w:pPr>
                  </w:p>
                  <w:p w:rsidR="003B0103" w:rsidRDefault="00A7153F" w:rsidP="003B0103">
                    <w:pPr>
                      <w:pStyle w:val="Kop5"/>
                      <w:rPr>
                        <w:b/>
                        <w:lang w:val="en-GB"/>
                      </w:rPr>
                    </w:pPr>
                    <w:r w:rsidRPr="00A7153F">
                      <w:rPr>
                        <w:b/>
                        <w:lang w:val="en-GB"/>
                      </w:rPr>
                      <w:t>ABUS Nederland</w:t>
                    </w:r>
                  </w:p>
                  <w:p w:rsidR="00F24A6F" w:rsidRPr="00F24A6F" w:rsidRDefault="00F24A6F" w:rsidP="00F24A6F">
                    <w:pPr>
                      <w:pStyle w:val="Kop5"/>
                      <w:rPr>
                        <w:i/>
                        <w:iCs/>
                        <w:lang w:val="nl-NL"/>
                      </w:rPr>
                    </w:pPr>
                    <w:r w:rsidRPr="00F24A6F">
                      <w:rPr>
                        <w:i/>
                        <w:iCs/>
                        <w:lang w:val="nl-NL"/>
                      </w:rPr>
                      <w:t>Maurice de Bekker</w:t>
                    </w:r>
                  </w:p>
                  <w:p w:rsidR="003B0103" w:rsidRPr="00A7153F" w:rsidRDefault="00A7153F" w:rsidP="003B0103">
                    <w:pPr>
                      <w:pStyle w:val="Kop5"/>
                      <w:rPr>
                        <w:lang w:val="en-GB"/>
                      </w:rPr>
                    </w:pPr>
                    <w:r w:rsidRPr="00A7153F">
                      <w:rPr>
                        <w:lang w:val="en-GB"/>
                      </w:rPr>
                      <w:t>info@abus.nl</w:t>
                    </w:r>
                  </w:p>
                  <w:p w:rsidR="003B0103" w:rsidRPr="00E50870" w:rsidRDefault="003B0103" w:rsidP="003B0103">
                    <w:pPr>
                      <w:pStyle w:val="Kop5"/>
                      <w:rPr>
                        <w:lang w:val="nl-NL"/>
                      </w:rPr>
                    </w:pPr>
                    <w:r w:rsidRPr="00E50870">
                      <w:rPr>
                        <w:lang w:val="nl-NL"/>
                      </w:rPr>
                      <w:t>Tel.: +31 342 462112</w:t>
                    </w:r>
                  </w:p>
                  <w:p w:rsidR="003B0103" w:rsidRDefault="003B0103" w:rsidP="003B0103">
                    <w:pPr>
                      <w:pStyle w:val="Kop5"/>
                      <w:rPr>
                        <w:lang w:val="en-US"/>
                      </w:rPr>
                    </w:pPr>
                  </w:p>
                  <w:p w:rsidR="0061375E" w:rsidRPr="0061375E" w:rsidRDefault="0061375E" w:rsidP="0061375E">
                    <w:pPr>
                      <w:rPr>
                        <w:lang w:val="en-US"/>
                      </w:rPr>
                    </w:pPr>
                  </w:p>
                </w:txbxContent>
              </v:textbox>
              <w10:wrap type="tight"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9527C"/>
    <w:multiLevelType w:val="hybridMultilevel"/>
    <w:tmpl w:val="27E26E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A153D3"/>
    <w:multiLevelType w:val="hybridMultilevel"/>
    <w:tmpl w:val="76B0B5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2C0295"/>
    <w:multiLevelType w:val="hybridMultilevel"/>
    <w:tmpl w:val="513618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5956E7"/>
    <w:multiLevelType w:val="hybridMultilevel"/>
    <w:tmpl w:val="22161BE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05A048F"/>
    <w:multiLevelType w:val="hybridMultilevel"/>
    <w:tmpl w:val="E7EE3E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274D59"/>
    <w:multiLevelType w:val="hybridMultilevel"/>
    <w:tmpl w:val="5EAEB48A"/>
    <w:lvl w:ilvl="0" w:tplc="84E25164">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873806">
    <w:abstractNumId w:val="5"/>
  </w:num>
  <w:num w:numId="2" w16cid:durableId="927157717">
    <w:abstractNumId w:val="4"/>
  </w:num>
  <w:num w:numId="3" w16cid:durableId="817185648">
    <w:abstractNumId w:val="3"/>
  </w:num>
  <w:num w:numId="4" w16cid:durableId="1917667339">
    <w:abstractNumId w:val="1"/>
  </w:num>
  <w:num w:numId="5" w16cid:durableId="10764240">
    <w:abstractNumId w:val="0"/>
  </w:num>
  <w:num w:numId="6" w16cid:durableId="1070082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8B1"/>
    <w:rsid w:val="0002538B"/>
    <w:rsid w:val="000474B4"/>
    <w:rsid w:val="00070A5B"/>
    <w:rsid w:val="00105E06"/>
    <w:rsid w:val="001075B0"/>
    <w:rsid w:val="00152731"/>
    <w:rsid w:val="00163BCB"/>
    <w:rsid w:val="001644C4"/>
    <w:rsid w:val="0018132C"/>
    <w:rsid w:val="00195904"/>
    <w:rsid w:val="001D595F"/>
    <w:rsid w:val="001E05A4"/>
    <w:rsid w:val="001E7917"/>
    <w:rsid w:val="0020263F"/>
    <w:rsid w:val="0020794F"/>
    <w:rsid w:val="00214B56"/>
    <w:rsid w:val="002444BE"/>
    <w:rsid w:val="00246745"/>
    <w:rsid w:val="0026120A"/>
    <w:rsid w:val="002863A9"/>
    <w:rsid w:val="002C2484"/>
    <w:rsid w:val="002D703E"/>
    <w:rsid w:val="002E0980"/>
    <w:rsid w:val="002E225A"/>
    <w:rsid w:val="00304E06"/>
    <w:rsid w:val="00312D00"/>
    <w:rsid w:val="0033660C"/>
    <w:rsid w:val="00387559"/>
    <w:rsid w:val="003A5510"/>
    <w:rsid w:val="003B0103"/>
    <w:rsid w:val="003B71FB"/>
    <w:rsid w:val="003D07EA"/>
    <w:rsid w:val="003D128B"/>
    <w:rsid w:val="003D7931"/>
    <w:rsid w:val="003F72FF"/>
    <w:rsid w:val="003F7B22"/>
    <w:rsid w:val="00423472"/>
    <w:rsid w:val="00425DF2"/>
    <w:rsid w:val="00440C08"/>
    <w:rsid w:val="004460B6"/>
    <w:rsid w:val="00451119"/>
    <w:rsid w:val="00461755"/>
    <w:rsid w:val="0047395E"/>
    <w:rsid w:val="00485A2E"/>
    <w:rsid w:val="00491412"/>
    <w:rsid w:val="004A04AA"/>
    <w:rsid w:val="004A0B9D"/>
    <w:rsid w:val="004C6C49"/>
    <w:rsid w:val="004C76EB"/>
    <w:rsid w:val="004C7B31"/>
    <w:rsid w:val="004D7BE8"/>
    <w:rsid w:val="004E0E8F"/>
    <w:rsid w:val="004E70C2"/>
    <w:rsid w:val="005053F9"/>
    <w:rsid w:val="00511A5A"/>
    <w:rsid w:val="005129DC"/>
    <w:rsid w:val="00537AC0"/>
    <w:rsid w:val="00587927"/>
    <w:rsid w:val="005D1B99"/>
    <w:rsid w:val="005E7E01"/>
    <w:rsid w:val="0061375E"/>
    <w:rsid w:val="0062075C"/>
    <w:rsid w:val="0063761F"/>
    <w:rsid w:val="0064715E"/>
    <w:rsid w:val="00660A3D"/>
    <w:rsid w:val="0066779B"/>
    <w:rsid w:val="00673BCC"/>
    <w:rsid w:val="006978C5"/>
    <w:rsid w:val="006A430E"/>
    <w:rsid w:val="006C7C21"/>
    <w:rsid w:val="006D28EC"/>
    <w:rsid w:val="007146E4"/>
    <w:rsid w:val="00735BCA"/>
    <w:rsid w:val="00747919"/>
    <w:rsid w:val="00756975"/>
    <w:rsid w:val="00785D79"/>
    <w:rsid w:val="007956E9"/>
    <w:rsid w:val="007965A1"/>
    <w:rsid w:val="007C2DE2"/>
    <w:rsid w:val="007D3436"/>
    <w:rsid w:val="00822D42"/>
    <w:rsid w:val="00830153"/>
    <w:rsid w:val="00835327"/>
    <w:rsid w:val="00847F65"/>
    <w:rsid w:val="008511E0"/>
    <w:rsid w:val="008636B3"/>
    <w:rsid w:val="00865114"/>
    <w:rsid w:val="00866F04"/>
    <w:rsid w:val="008706EC"/>
    <w:rsid w:val="0087259F"/>
    <w:rsid w:val="008A5C99"/>
    <w:rsid w:val="008B0DB3"/>
    <w:rsid w:val="008B3F1A"/>
    <w:rsid w:val="00931ABA"/>
    <w:rsid w:val="00953243"/>
    <w:rsid w:val="00985D76"/>
    <w:rsid w:val="009928AA"/>
    <w:rsid w:val="00992930"/>
    <w:rsid w:val="009A262E"/>
    <w:rsid w:val="009A4964"/>
    <w:rsid w:val="009F571A"/>
    <w:rsid w:val="00A5355C"/>
    <w:rsid w:val="00A57BF9"/>
    <w:rsid w:val="00A7153F"/>
    <w:rsid w:val="00A854D1"/>
    <w:rsid w:val="00A9303A"/>
    <w:rsid w:val="00AB2C1E"/>
    <w:rsid w:val="00AB2C4E"/>
    <w:rsid w:val="00AB68ED"/>
    <w:rsid w:val="00AB721F"/>
    <w:rsid w:val="00AE1344"/>
    <w:rsid w:val="00AE4543"/>
    <w:rsid w:val="00AF4296"/>
    <w:rsid w:val="00AF5895"/>
    <w:rsid w:val="00B8367C"/>
    <w:rsid w:val="00C0406B"/>
    <w:rsid w:val="00C1757D"/>
    <w:rsid w:val="00C53239"/>
    <w:rsid w:val="00C74E56"/>
    <w:rsid w:val="00C873B8"/>
    <w:rsid w:val="00C9654C"/>
    <w:rsid w:val="00CD6919"/>
    <w:rsid w:val="00CE1448"/>
    <w:rsid w:val="00D006F0"/>
    <w:rsid w:val="00D05E84"/>
    <w:rsid w:val="00D14736"/>
    <w:rsid w:val="00D346CE"/>
    <w:rsid w:val="00D61EBB"/>
    <w:rsid w:val="00D76F38"/>
    <w:rsid w:val="00D954F4"/>
    <w:rsid w:val="00DA18B8"/>
    <w:rsid w:val="00DC2644"/>
    <w:rsid w:val="00DC3147"/>
    <w:rsid w:val="00DE53C0"/>
    <w:rsid w:val="00E347DF"/>
    <w:rsid w:val="00E45DE1"/>
    <w:rsid w:val="00E50870"/>
    <w:rsid w:val="00E7017B"/>
    <w:rsid w:val="00E70EF5"/>
    <w:rsid w:val="00E743BF"/>
    <w:rsid w:val="00EC450C"/>
    <w:rsid w:val="00EC581B"/>
    <w:rsid w:val="00ED4005"/>
    <w:rsid w:val="00ED74BE"/>
    <w:rsid w:val="00EE7B3B"/>
    <w:rsid w:val="00EF4316"/>
    <w:rsid w:val="00F154F8"/>
    <w:rsid w:val="00F24A6F"/>
    <w:rsid w:val="00F36BA0"/>
    <w:rsid w:val="00F43F0F"/>
    <w:rsid w:val="00F67521"/>
    <w:rsid w:val="00F73A61"/>
    <w:rsid w:val="00F75339"/>
    <w:rsid w:val="00F8577E"/>
    <w:rsid w:val="00FA5071"/>
    <w:rsid w:val="00FF32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5:chartTrackingRefBased/>
  <w15:docId w15:val="{3F58C0E2-E7D7-4523-B472-6477D8FD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9265A"/>
    <w:pPr>
      <w:spacing w:after="200" w:line="276" w:lineRule="auto"/>
    </w:pPr>
    <w:rPr>
      <w:sz w:val="22"/>
      <w:szCs w:val="22"/>
      <w:lang w:val="de-DE" w:eastAsia="en-US"/>
    </w:rPr>
  </w:style>
  <w:style w:type="paragraph" w:styleId="Kop1">
    <w:name w:val="heading 1"/>
    <w:basedOn w:val="Standaard"/>
    <w:next w:val="Standaard"/>
    <w:link w:val="Kop1Char"/>
    <w:qFormat/>
    <w:rsid w:val="00B8286D"/>
    <w:pPr>
      <w:keepNext/>
      <w:spacing w:before="240" w:after="60"/>
      <w:outlineLvl w:val="0"/>
    </w:pPr>
    <w:rPr>
      <w:rFonts w:eastAsia="Times New Roman"/>
      <w:b/>
      <w:bCs/>
      <w:kern w:val="32"/>
      <w:sz w:val="32"/>
      <w:szCs w:val="32"/>
    </w:rPr>
  </w:style>
  <w:style w:type="paragraph" w:styleId="Kop5">
    <w:name w:val="heading 5"/>
    <w:aliases w:val="Kontakt/Über"/>
    <w:basedOn w:val="Standaard"/>
    <w:next w:val="Standaard"/>
    <w:link w:val="Kop5Char"/>
    <w:uiPriority w:val="9"/>
    <w:qFormat/>
    <w:rsid w:val="008908B1"/>
    <w:pPr>
      <w:keepNext/>
      <w:keepLines/>
      <w:spacing w:after="0" w:line="168" w:lineRule="exact"/>
      <w:outlineLvl w:val="4"/>
    </w:pPr>
    <w:rPr>
      <w:rFonts w:ascii="Arial" w:eastAsia="Times New Roman" w:hAnsi="Arial"/>
      <w:color w:val="595959"/>
      <w:sz w:val="14"/>
    </w:rPr>
  </w:style>
  <w:style w:type="character" w:default="1" w:styleId="Standaardalinea-lettertype">
    <w:name w:val="Default Paragraph Font"/>
    <w:semiHidden/>
    <w:unhideWhenUsed/>
  </w:style>
  <w:style w:type="table" w:default="1" w:styleId="Standaardtabel">
    <w:name w:val="Normal Table"/>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paragraph" w:styleId="Koptekst">
    <w:name w:val="header"/>
    <w:basedOn w:val="Standaard"/>
    <w:link w:val="KoptekstChar"/>
    <w:uiPriority w:val="99"/>
    <w:unhideWhenUsed/>
    <w:rsid w:val="007548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48EC"/>
  </w:style>
  <w:style w:type="paragraph" w:styleId="Voettekst">
    <w:name w:val="footer"/>
    <w:basedOn w:val="Standaard"/>
    <w:link w:val="VoettekstChar"/>
    <w:uiPriority w:val="99"/>
    <w:unhideWhenUsed/>
    <w:rsid w:val="007548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48EC"/>
  </w:style>
  <w:style w:type="paragraph" w:styleId="Ballontekst">
    <w:name w:val="Balloon Text"/>
    <w:basedOn w:val="Standaard"/>
    <w:link w:val="BallontekstChar"/>
    <w:uiPriority w:val="99"/>
    <w:semiHidden/>
    <w:unhideWhenUsed/>
    <w:rsid w:val="007548EC"/>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7548EC"/>
    <w:rPr>
      <w:rFonts w:ascii="Tahoma" w:hAnsi="Tahoma" w:cs="Tahoma"/>
      <w:sz w:val="16"/>
      <w:szCs w:val="16"/>
    </w:rPr>
  </w:style>
  <w:style w:type="paragraph" w:styleId="Geenafstand">
    <w:name w:val="No Spacing"/>
    <w:uiPriority w:val="1"/>
    <w:qFormat/>
    <w:rsid w:val="005A1E0A"/>
    <w:rPr>
      <w:sz w:val="22"/>
      <w:szCs w:val="22"/>
      <w:lang w:val="de-DE" w:eastAsia="en-US"/>
    </w:rPr>
  </w:style>
  <w:style w:type="character" w:customStyle="1" w:styleId="Kop5Char">
    <w:name w:val="Kop 5 Char"/>
    <w:aliases w:val="Kontakt/Über Char"/>
    <w:link w:val="Kop5"/>
    <w:uiPriority w:val="9"/>
    <w:rsid w:val="008908B1"/>
    <w:rPr>
      <w:rFonts w:ascii="Arial" w:eastAsia="Times New Roman" w:hAnsi="Arial" w:cs="Times New Roman"/>
      <w:color w:val="595959"/>
      <w:sz w:val="14"/>
    </w:rPr>
  </w:style>
  <w:style w:type="paragraph" w:styleId="Plattetekst">
    <w:name w:val="Body Text"/>
    <w:basedOn w:val="Standaard"/>
    <w:link w:val="PlattetekstChar"/>
    <w:rsid w:val="008908B1"/>
    <w:pPr>
      <w:spacing w:after="240" w:line="360" w:lineRule="auto"/>
      <w:jc w:val="both"/>
    </w:pPr>
    <w:rPr>
      <w:rFonts w:ascii="Arial" w:eastAsia="Times New Roman" w:hAnsi="Arial"/>
      <w:szCs w:val="24"/>
      <w:lang w:eastAsia="de-DE"/>
    </w:rPr>
  </w:style>
  <w:style w:type="character" w:customStyle="1" w:styleId="PlattetekstChar">
    <w:name w:val="Platte tekst Char"/>
    <w:link w:val="Plattetekst"/>
    <w:rsid w:val="008908B1"/>
    <w:rPr>
      <w:rFonts w:ascii="Arial" w:eastAsia="Times New Roman" w:hAnsi="Arial" w:cs="Times New Roman"/>
      <w:szCs w:val="24"/>
      <w:lang w:eastAsia="de-DE"/>
    </w:rPr>
  </w:style>
  <w:style w:type="paragraph" w:customStyle="1" w:styleId="Subline">
    <w:name w:val="Subline"/>
    <w:basedOn w:val="Plattetekst"/>
    <w:next w:val="Plattetekst"/>
    <w:autoRedefine/>
    <w:rsid w:val="00583599"/>
    <w:pPr>
      <w:spacing w:after="360"/>
    </w:pPr>
    <w:rPr>
      <w:rFonts w:eastAsia="Calibri" w:cs="Arial"/>
      <w:i/>
      <w:noProof/>
      <w:color w:val="000000"/>
      <w:szCs w:val="22"/>
    </w:rPr>
  </w:style>
  <w:style w:type="character" w:styleId="Hyperlink">
    <w:name w:val="Hyperlink"/>
    <w:uiPriority w:val="99"/>
    <w:unhideWhenUsed/>
    <w:rsid w:val="00564787"/>
    <w:rPr>
      <w:color w:val="0000FF"/>
      <w:u w:val="single"/>
    </w:rPr>
  </w:style>
  <w:style w:type="character" w:customStyle="1" w:styleId="Kop1Char">
    <w:name w:val="Kop 1 Char"/>
    <w:link w:val="Kop1"/>
    <w:rsid w:val="00B8286D"/>
    <w:rPr>
      <w:rFonts w:ascii="Calibri" w:eastAsia="Times New Roman" w:hAnsi="Calibri" w:cs="Times New Roman"/>
      <w:b/>
      <w:bCs/>
      <w:kern w:val="32"/>
      <w:sz w:val="32"/>
      <w:szCs w:val="32"/>
      <w:lang w:eastAsia="en-US"/>
    </w:rPr>
  </w:style>
  <w:style w:type="paragraph" w:customStyle="1" w:styleId="Headline">
    <w:name w:val="Headline"/>
    <w:basedOn w:val="Plattetekst"/>
    <w:next w:val="Subline"/>
    <w:rsid w:val="008D728D"/>
    <w:pPr>
      <w:spacing w:before="720" w:after="400" w:line="240" w:lineRule="auto"/>
    </w:pPr>
    <w:rPr>
      <w:b/>
      <w:sz w:val="26"/>
    </w:rPr>
  </w:style>
  <w:style w:type="paragraph" w:styleId="Datum">
    <w:name w:val="Date"/>
    <w:basedOn w:val="Plattetekst"/>
    <w:next w:val="Headline"/>
    <w:rsid w:val="00047B9A"/>
    <w:pPr>
      <w:spacing w:before="240" w:line="240" w:lineRule="auto"/>
    </w:pPr>
  </w:style>
  <w:style w:type="character" w:styleId="GevolgdeHyperlink">
    <w:name w:val="FollowedHyperlink"/>
    <w:rsid w:val="0061375E"/>
    <w:rPr>
      <w:color w:val="954F72"/>
      <w:u w:val="single"/>
    </w:rPr>
  </w:style>
  <w:style w:type="character" w:styleId="Onopgelostemelding">
    <w:name w:val="Unresolved Mention"/>
    <w:uiPriority w:val="99"/>
    <w:semiHidden/>
    <w:unhideWhenUsed/>
    <w:rsid w:val="00195904"/>
    <w:rPr>
      <w:color w:val="605E5C"/>
      <w:shd w:val="clear" w:color="auto" w:fill="E1DFDD"/>
    </w:rPr>
  </w:style>
  <w:style w:type="paragraph" w:styleId="Lijstalinea">
    <w:name w:val="List Paragraph"/>
    <w:basedOn w:val="Standaard"/>
    <w:uiPriority w:val="34"/>
    <w:qFormat/>
    <w:rsid w:val="001E05A4"/>
    <w:pPr>
      <w:spacing w:after="160" w:line="259" w:lineRule="auto"/>
      <w:ind w:left="720"/>
      <w:contextualSpacing/>
    </w:pPr>
    <w:rPr>
      <w:lang w:val="nl-NL"/>
    </w:rPr>
  </w:style>
  <w:style w:type="paragraph" w:customStyle="1" w:styleId="false">
    <w:name w:val="false"/>
    <w:basedOn w:val="Standaard"/>
    <w:rsid w:val="00A7153F"/>
    <w:pPr>
      <w:spacing w:before="240" w:after="240" w:line="240" w:lineRule="auto"/>
    </w:pPr>
    <w:rPr>
      <w:rFonts w:cs="Calibri"/>
      <w:color w:val="262626"/>
      <w:lang w:val="nl-NL" w:eastAsia="nl-NL"/>
    </w:rPr>
  </w:style>
  <w:style w:type="character" w:styleId="Verwijzingopmerking">
    <w:name w:val="annotation reference"/>
    <w:rsid w:val="0064715E"/>
    <w:rPr>
      <w:sz w:val="16"/>
      <w:szCs w:val="16"/>
    </w:rPr>
  </w:style>
  <w:style w:type="paragraph" w:styleId="Tekstopmerking">
    <w:name w:val="annotation text"/>
    <w:basedOn w:val="Standaard"/>
    <w:link w:val="TekstopmerkingChar"/>
    <w:rsid w:val="0064715E"/>
    <w:rPr>
      <w:sz w:val="20"/>
      <w:szCs w:val="20"/>
    </w:rPr>
  </w:style>
  <w:style w:type="character" w:customStyle="1" w:styleId="TekstopmerkingChar">
    <w:name w:val="Tekst opmerking Char"/>
    <w:link w:val="Tekstopmerking"/>
    <w:rsid w:val="0064715E"/>
    <w:rPr>
      <w:lang w:val="de-DE" w:eastAsia="en-US"/>
    </w:rPr>
  </w:style>
  <w:style w:type="paragraph" w:styleId="Onderwerpvanopmerking">
    <w:name w:val="annotation subject"/>
    <w:basedOn w:val="Tekstopmerking"/>
    <w:next w:val="Tekstopmerking"/>
    <w:link w:val="OnderwerpvanopmerkingChar"/>
    <w:rsid w:val="0064715E"/>
    <w:rPr>
      <w:b/>
      <w:bCs/>
    </w:rPr>
  </w:style>
  <w:style w:type="character" w:customStyle="1" w:styleId="OnderwerpvanopmerkingChar">
    <w:name w:val="Onderwerp van opmerking Char"/>
    <w:link w:val="Onderwerpvanopmerking"/>
    <w:rsid w:val="0064715E"/>
    <w:rPr>
      <w:b/>
      <w:bCs/>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51469">
      <w:bodyDiv w:val="1"/>
      <w:marLeft w:val="0"/>
      <w:marRight w:val="0"/>
      <w:marTop w:val="0"/>
      <w:marBottom w:val="0"/>
      <w:divBdr>
        <w:top w:val="none" w:sz="0" w:space="0" w:color="auto"/>
        <w:left w:val="none" w:sz="0" w:space="0" w:color="auto"/>
        <w:bottom w:val="none" w:sz="0" w:space="0" w:color="auto"/>
        <w:right w:val="none" w:sz="0" w:space="0" w:color="auto"/>
      </w:divBdr>
    </w:div>
    <w:div w:id="344750662">
      <w:bodyDiv w:val="1"/>
      <w:marLeft w:val="0"/>
      <w:marRight w:val="0"/>
      <w:marTop w:val="0"/>
      <w:marBottom w:val="0"/>
      <w:divBdr>
        <w:top w:val="none" w:sz="0" w:space="0" w:color="auto"/>
        <w:left w:val="none" w:sz="0" w:space="0" w:color="auto"/>
        <w:bottom w:val="none" w:sz="0" w:space="0" w:color="auto"/>
        <w:right w:val="none" w:sz="0" w:space="0" w:color="auto"/>
      </w:divBdr>
    </w:div>
    <w:div w:id="822043011">
      <w:bodyDiv w:val="1"/>
      <w:marLeft w:val="0"/>
      <w:marRight w:val="0"/>
      <w:marTop w:val="0"/>
      <w:marBottom w:val="0"/>
      <w:divBdr>
        <w:top w:val="none" w:sz="0" w:space="0" w:color="auto"/>
        <w:left w:val="none" w:sz="0" w:space="0" w:color="auto"/>
        <w:bottom w:val="none" w:sz="0" w:space="0" w:color="auto"/>
        <w:right w:val="none" w:sz="0" w:space="0" w:color="auto"/>
      </w:divBdr>
    </w:div>
    <w:div w:id="983394333">
      <w:bodyDiv w:val="1"/>
      <w:marLeft w:val="0"/>
      <w:marRight w:val="0"/>
      <w:marTop w:val="0"/>
      <w:marBottom w:val="0"/>
      <w:divBdr>
        <w:top w:val="none" w:sz="0" w:space="0" w:color="auto"/>
        <w:left w:val="none" w:sz="0" w:space="0" w:color="auto"/>
        <w:bottom w:val="none" w:sz="0" w:space="0" w:color="auto"/>
        <w:right w:val="none" w:sz="0" w:space="0" w:color="auto"/>
      </w:divBdr>
    </w:div>
    <w:div w:id="1474835162">
      <w:bodyDiv w:val="1"/>
      <w:marLeft w:val="0"/>
      <w:marRight w:val="0"/>
      <w:marTop w:val="0"/>
      <w:marBottom w:val="0"/>
      <w:divBdr>
        <w:top w:val="none" w:sz="0" w:space="0" w:color="auto"/>
        <w:left w:val="none" w:sz="0" w:space="0" w:color="auto"/>
        <w:bottom w:val="none" w:sz="0" w:space="0" w:color="auto"/>
        <w:right w:val="none" w:sz="0" w:space="0" w:color="auto"/>
      </w:divBdr>
    </w:div>
    <w:div w:id="1517453267">
      <w:bodyDiv w:val="1"/>
      <w:marLeft w:val="0"/>
      <w:marRight w:val="0"/>
      <w:marTop w:val="0"/>
      <w:marBottom w:val="0"/>
      <w:divBdr>
        <w:top w:val="none" w:sz="0" w:space="0" w:color="auto"/>
        <w:left w:val="none" w:sz="0" w:space="0" w:color="auto"/>
        <w:bottom w:val="none" w:sz="0" w:space="0" w:color="auto"/>
        <w:right w:val="none" w:sz="0" w:space="0" w:color="auto"/>
      </w:divBdr>
    </w:div>
    <w:div w:id="1589539179">
      <w:bodyDiv w:val="1"/>
      <w:marLeft w:val="0"/>
      <w:marRight w:val="0"/>
      <w:marTop w:val="0"/>
      <w:marBottom w:val="0"/>
      <w:divBdr>
        <w:top w:val="none" w:sz="0" w:space="0" w:color="auto"/>
        <w:left w:val="none" w:sz="0" w:space="0" w:color="auto"/>
        <w:bottom w:val="none" w:sz="0" w:space="0" w:color="auto"/>
        <w:right w:val="none" w:sz="0" w:space="0" w:color="auto"/>
      </w:divBdr>
    </w:div>
    <w:div w:id="179755401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busbenelu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bu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stagram.com/abus_benelu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VU_BERATUNG1:Users:FVU_BERATUNG1:Library:Mail%20Downloads:AKG-Pressemitteilung-Master.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AKG-Pressemitteilung-Master</Template>
  <TotalTime>0</TotalTime>
  <Pages>4</Pages>
  <Words>934</Words>
  <Characters>5140</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ABUS Press Release</vt:lpstr>
    </vt:vector>
  </TitlesOfParts>
  <Manager/>
  <Company/>
  <LinksUpToDate>false</LinksUpToDate>
  <CharactersWithSpaces>6062</CharactersWithSpaces>
  <SharedDoc>false</SharedDoc>
  <HyperlinkBase/>
  <HLinks>
    <vt:vector size="18" baseType="variant">
      <vt:variant>
        <vt:i4>3342356</vt:i4>
      </vt:variant>
      <vt:variant>
        <vt:i4>6</vt:i4>
      </vt:variant>
      <vt:variant>
        <vt:i4>0</vt:i4>
      </vt:variant>
      <vt:variant>
        <vt:i4>5</vt:i4>
      </vt:variant>
      <vt:variant>
        <vt:lpwstr>https://www.instagram.com/abus_benelux</vt:lpwstr>
      </vt:variant>
      <vt:variant>
        <vt:lpwstr/>
      </vt:variant>
      <vt:variant>
        <vt:i4>4849730</vt:i4>
      </vt:variant>
      <vt:variant>
        <vt:i4>3</vt:i4>
      </vt:variant>
      <vt:variant>
        <vt:i4>0</vt:i4>
      </vt:variant>
      <vt:variant>
        <vt:i4>5</vt:i4>
      </vt:variant>
      <vt:variant>
        <vt:lpwstr>https://www.facebook.com/abusbenelux</vt:lpwstr>
      </vt:variant>
      <vt:variant>
        <vt:lpwstr/>
      </vt:variant>
      <vt:variant>
        <vt:i4>5701653</vt:i4>
      </vt:variant>
      <vt:variant>
        <vt:i4>0</vt:i4>
      </vt:variant>
      <vt:variant>
        <vt:i4>0</vt:i4>
      </vt:variant>
      <vt:variant>
        <vt:i4>5</vt:i4>
      </vt:variant>
      <vt:variant>
        <vt:lpwstr>https://www.abus.com/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ABUS Press Release</dc:title>
  <dc:subject/>
  <dc:creator>Jorga Burri-Grisloff</dc:creator>
  <cp:keywords/>
  <dc:description/>
  <cp:lastModifiedBy>Maurice de Bekker</cp:lastModifiedBy>
  <cp:revision>2</cp:revision>
  <cp:lastPrinted>2020-09-25T11:47:00Z</cp:lastPrinted>
  <dcterms:created xsi:type="dcterms:W3CDTF">2023-07-26T13:19:00Z</dcterms:created>
  <dcterms:modified xsi:type="dcterms:W3CDTF">2023-07-26T13:19:00Z</dcterms:modified>
  <cp:category/>
</cp:coreProperties>
</file>